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0B39B6" w:rsidRPr="001A64B2" w:rsidRDefault="00CD6897" w:rsidP="000B39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B39B6" w:rsidRPr="001A64B2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0B39B6" w:rsidRPr="001A64B2" w:rsidRDefault="000B39B6" w:rsidP="000B39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4945457B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A64B2">
        <w:rPr>
          <w:rFonts w:ascii="Corbel" w:hAnsi="Corbel"/>
          <w:smallCaps/>
          <w:sz w:val="24"/>
          <w:szCs w:val="24"/>
        </w:rPr>
        <w:t>202</w:t>
      </w:r>
      <w:r w:rsidR="009E43AC">
        <w:rPr>
          <w:rFonts w:ascii="Corbel" w:hAnsi="Corbel"/>
          <w:smallCaps/>
          <w:sz w:val="24"/>
          <w:szCs w:val="24"/>
        </w:rPr>
        <w:t>1</w:t>
      </w:r>
      <w:r w:rsidRPr="001A64B2">
        <w:rPr>
          <w:rFonts w:ascii="Corbel" w:hAnsi="Corbel"/>
          <w:smallCaps/>
          <w:sz w:val="24"/>
          <w:szCs w:val="24"/>
        </w:rPr>
        <w:t>-202</w:t>
      </w:r>
      <w:r w:rsidR="009E43AC">
        <w:rPr>
          <w:rFonts w:ascii="Corbel" w:hAnsi="Corbel"/>
          <w:smallCaps/>
          <w:sz w:val="24"/>
          <w:szCs w:val="24"/>
        </w:rPr>
        <w:t>3</w:t>
      </w:r>
    </w:p>
    <w:p w14:paraId="42D65B55" w14:textId="3ADAF6BD" w:rsidR="000B39B6" w:rsidRPr="001A64B2" w:rsidRDefault="000B39B6" w:rsidP="000B39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A64B2">
        <w:rPr>
          <w:rFonts w:ascii="Corbel" w:hAnsi="Corbel"/>
          <w:sz w:val="20"/>
          <w:szCs w:val="20"/>
        </w:rPr>
        <w:t>Rok akademicki: 202</w:t>
      </w:r>
      <w:r w:rsidR="009E43AC">
        <w:rPr>
          <w:rFonts w:ascii="Corbel" w:hAnsi="Corbel"/>
          <w:sz w:val="20"/>
          <w:szCs w:val="20"/>
        </w:rPr>
        <w:t>2</w:t>
      </w:r>
      <w:r w:rsidRPr="001A64B2">
        <w:rPr>
          <w:rFonts w:ascii="Corbel" w:hAnsi="Corbel"/>
          <w:sz w:val="20"/>
          <w:szCs w:val="20"/>
        </w:rPr>
        <w:t>/202</w:t>
      </w:r>
      <w:r w:rsidR="009E43A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85747A" w:rsidRPr="001A64B2" w:rsidRDefault="0085747A" w:rsidP="000B39B6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A64B2">
        <w:rPr>
          <w:rFonts w:ascii="Corbel" w:hAnsi="Corbel"/>
          <w:szCs w:val="24"/>
        </w:rPr>
        <w:t xml:space="preserve">1. </w:t>
      </w:r>
      <w:r w:rsidR="0085747A" w:rsidRPr="001A64B2">
        <w:rPr>
          <w:rFonts w:ascii="Corbel" w:hAnsi="Corbel"/>
          <w:szCs w:val="24"/>
        </w:rPr>
        <w:t xml:space="preserve">Podstawowe </w:t>
      </w:r>
      <w:r w:rsidR="00445970" w:rsidRPr="001A64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A64B2" w14:paraId="6FA5B3EC" w14:textId="77777777" w:rsidTr="00B819C8">
        <w:tc>
          <w:tcPr>
            <w:tcW w:w="2694" w:type="dxa"/>
            <w:vAlign w:val="center"/>
          </w:tcPr>
          <w:p w14:paraId="59701564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4C84B9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1A64B2" w14:paraId="2A72A1C9" w14:textId="77777777" w:rsidTr="00B819C8">
        <w:tc>
          <w:tcPr>
            <w:tcW w:w="2694" w:type="dxa"/>
            <w:vAlign w:val="center"/>
          </w:tcPr>
          <w:p w14:paraId="4CA29152" w14:textId="77777777" w:rsidR="0085747A" w:rsidRPr="001A64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1D7007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E/II/E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1A64B2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85747A" w:rsidRPr="001A64B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1A64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A64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A64B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1A64B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A64B2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1A64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1A64B2" w:rsidRDefault="000B3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1A64B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A64B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1A64B2" w:rsidRDefault="0017512A" w:rsidP="000B39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A64B2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A64B2">
              <w:rPr>
                <w:rFonts w:ascii="Corbel" w:hAnsi="Corbel"/>
                <w:sz w:val="24"/>
                <w:szCs w:val="24"/>
              </w:rPr>
              <w:t>/y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B0CEF" w:rsidRPr="001A64B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1A64B2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1A64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A64B2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1A64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1A64B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A64B2" w14:paraId="6DF8CB8C" w14:textId="77777777" w:rsidTr="00B819C8">
        <w:tc>
          <w:tcPr>
            <w:tcW w:w="2694" w:type="dxa"/>
            <w:vAlign w:val="center"/>
          </w:tcPr>
          <w:p w14:paraId="69C2AF6E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1A64B2" w14:paraId="4DFA396E" w14:textId="77777777" w:rsidTr="00B819C8">
        <w:tc>
          <w:tcPr>
            <w:tcW w:w="2694" w:type="dxa"/>
            <w:vAlign w:val="center"/>
          </w:tcPr>
          <w:p w14:paraId="471FE442" w14:textId="77777777" w:rsidR="0085747A" w:rsidRPr="001A64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1A64B2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50F698F3" w:rsidR="0085747A" w:rsidRPr="001A64B2" w:rsidRDefault="0085747A" w:rsidP="61121B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* </w:t>
      </w:r>
      <w:r w:rsidRPr="001A64B2">
        <w:rPr>
          <w:rFonts w:ascii="Corbel" w:hAnsi="Corbel"/>
          <w:i/>
          <w:iCs/>
          <w:sz w:val="24"/>
          <w:szCs w:val="24"/>
        </w:rPr>
        <w:t>-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1A64B2">
        <w:rPr>
          <w:rFonts w:ascii="Corbel" w:hAnsi="Corbel"/>
          <w:b w:val="0"/>
          <w:sz w:val="24"/>
          <w:szCs w:val="24"/>
        </w:rPr>
        <w:t>e,</w:t>
      </w:r>
      <w:r w:rsidR="06CD204F" w:rsidRPr="001A64B2">
        <w:rPr>
          <w:rFonts w:ascii="Corbel" w:hAnsi="Corbel"/>
          <w:b w:val="0"/>
          <w:sz w:val="24"/>
          <w:szCs w:val="24"/>
        </w:rPr>
        <w:t xml:space="preserve"> </w:t>
      </w:r>
      <w:r w:rsidRPr="001A64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1A64B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1A64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1.</w:t>
      </w:r>
      <w:r w:rsidR="00E22FBC" w:rsidRPr="001A64B2">
        <w:rPr>
          <w:rFonts w:ascii="Corbel" w:hAnsi="Corbel"/>
          <w:sz w:val="24"/>
          <w:szCs w:val="24"/>
        </w:rPr>
        <w:t>1</w:t>
      </w:r>
      <w:r w:rsidRPr="001A64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1A64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1A64B2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1A64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(</w:t>
            </w:r>
            <w:r w:rsidR="00363F78" w:rsidRPr="001A64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Wykł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Konw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Sem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Prakt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5F73D9DA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Inne (</w:t>
            </w:r>
            <w:r w:rsidR="0035597A">
              <w:rPr>
                <w:rFonts w:ascii="Corbel" w:hAnsi="Corbel"/>
                <w:szCs w:val="24"/>
              </w:rPr>
              <w:t>ćwiczenia warsztatowe</w:t>
            </w:r>
            <w:r w:rsidRPr="001A64B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1A64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64B2">
              <w:rPr>
                <w:rFonts w:ascii="Corbel" w:hAnsi="Corbel"/>
                <w:b/>
                <w:szCs w:val="24"/>
              </w:rPr>
              <w:t>Liczba pkt</w:t>
            </w:r>
            <w:r w:rsidR="00B90885" w:rsidRPr="001A64B2">
              <w:rPr>
                <w:rFonts w:ascii="Corbel" w:hAnsi="Corbel"/>
                <w:b/>
                <w:szCs w:val="24"/>
              </w:rPr>
              <w:t>.</w:t>
            </w:r>
            <w:r w:rsidRPr="001A64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A64B2" w14:paraId="49557C15" w14:textId="77777777" w:rsidTr="000B39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1A64B2" w:rsidRDefault="00FB0C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5AD804AF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A64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1CD60DB1" w:rsidR="00015B8F" w:rsidRPr="001A64B2" w:rsidRDefault="003559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1A64B2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1A64B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1A64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1.</w:t>
      </w:r>
      <w:r w:rsidR="00E22FBC" w:rsidRPr="001A64B2">
        <w:rPr>
          <w:rFonts w:ascii="Corbel" w:hAnsi="Corbel"/>
          <w:smallCaps w:val="0"/>
          <w:szCs w:val="24"/>
        </w:rPr>
        <w:t>2</w:t>
      </w:r>
      <w:r w:rsidR="00F83B28" w:rsidRPr="001A64B2">
        <w:rPr>
          <w:rFonts w:ascii="Corbel" w:hAnsi="Corbel"/>
          <w:smallCaps w:val="0"/>
          <w:szCs w:val="24"/>
        </w:rPr>
        <w:t>.</w:t>
      </w:r>
      <w:r w:rsidR="00F83B28" w:rsidRPr="001A64B2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A64B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A64B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A64B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0B39B6" w:rsidRPr="001A64B2" w:rsidRDefault="000B39B6" w:rsidP="000B39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MS Gothic" w:eastAsia="MS Gothic" w:hAnsi="MS Gothic" w:cs="MS Gothic" w:hint="eastAsia"/>
          <w:b w:val="0"/>
          <w:szCs w:val="24"/>
        </w:rPr>
        <w:t>☐</w:t>
      </w:r>
      <w:r w:rsidRPr="001A64B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0B39B6" w:rsidRPr="001A64B2" w:rsidRDefault="000B39B6" w:rsidP="000B39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1.3 </w:t>
      </w:r>
      <w:r w:rsidRPr="001A64B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1A64B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13E2C9D8" w:rsidR="000B39B6" w:rsidRPr="001A64B2" w:rsidRDefault="00FA015D" w:rsidP="000B39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B39B6" w:rsidRPr="001A64B2">
        <w:rPr>
          <w:rFonts w:ascii="Corbel" w:hAnsi="Corbel"/>
          <w:b w:val="0"/>
          <w:smallCaps w:val="0"/>
          <w:szCs w:val="24"/>
        </w:rPr>
        <w:t>aliczenie z oceną</w:t>
      </w:r>
    </w:p>
    <w:p w14:paraId="3DEEC669" w14:textId="77777777" w:rsidR="00E960BB" w:rsidRPr="001A64B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3AD6E96C" w14:textId="77777777" w:rsidTr="00745302">
        <w:tc>
          <w:tcPr>
            <w:tcW w:w="9670" w:type="dxa"/>
          </w:tcPr>
          <w:p w14:paraId="4C32CCB3" w14:textId="77777777" w:rsidR="0085747A" w:rsidRPr="001A64B2" w:rsidRDefault="00E51F0A" w:rsidP="000B39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3656B9AB" w14:textId="77777777" w:rsidR="00153C41" w:rsidRPr="001A64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0B39B6" w:rsidRPr="001A64B2" w:rsidRDefault="000B39B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>3.</w:t>
      </w:r>
      <w:r w:rsidR="00A84C85" w:rsidRPr="001A64B2">
        <w:rPr>
          <w:rFonts w:ascii="Corbel" w:hAnsi="Corbel"/>
          <w:szCs w:val="24"/>
        </w:rPr>
        <w:t>cele, efekty uczenia się</w:t>
      </w:r>
      <w:r w:rsidR="0085747A" w:rsidRPr="001A64B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1A64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3.1 </w:t>
      </w:r>
      <w:r w:rsidR="00C05F44" w:rsidRPr="001A64B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1A64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1A64B2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1A64B2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1A64B2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1A64B2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1A64B2" w:rsidRDefault="00E51F0A" w:rsidP="000B39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0B39B6" w:rsidRPr="001A64B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1A64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3.2 </w:t>
      </w:r>
      <w:r w:rsidR="001D7B54" w:rsidRPr="001A64B2">
        <w:rPr>
          <w:rFonts w:ascii="Corbel" w:hAnsi="Corbel"/>
          <w:b/>
          <w:sz w:val="24"/>
          <w:szCs w:val="24"/>
        </w:rPr>
        <w:t xml:space="preserve">Efekty </w:t>
      </w:r>
      <w:r w:rsidR="00C05F44" w:rsidRPr="001A64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A64B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1A64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A64B2" w14:paraId="05F1B0B3" w14:textId="77777777" w:rsidTr="24AFD922">
        <w:tc>
          <w:tcPr>
            <w:tcW w:w="1681" w:type="dxa"/>
            <w:vAlign w:val="center"/>
          </w:tcPr>
          <w:p w14:paraId="41C145ED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A64B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1A64B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1A64B2" w:rsidRDefault="0085747A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1A64B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1A64B2" w14:paraId="7B5F3A2C" w14:textId="77777777" w:rsidTr="24AFD922">
        <w:tc>
          <w:tcPr>
            <w:tcW w:w="1681" w:type="dxa"/>
          </w:tcPr>
          <w:p w14:paraId="4FCA5964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3</w:t>
            </w:r>
          </w:p>
          <w:p w14:paraId="3CDE09E3" w14:textId="78873C09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</w:t>
            </w:r>
            <w:r w:rsidR="1C191FCA" w:rsidRPr="001A64B2">
              <w:rPr>
                <w:rFonts w:ascii="Corbel" w:hAnsi="Corbel" w:cs="Times New Roman"/>
              </w:rPr>
              <w:t>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</w:tc>
      </w:tr>
      <w:tr w:rsidR="00E51F0A" w:rsidRPr="001A64B2" w14:paraId="02E2480D" w14:textId="77777777" w:rsidTr="24AFD922">
        <w:tc>
          <w:tcPr>
            <w:tcW w:w="1681" w:type="dxa"/>
          </w:tcPr>
          <w:p w14:paraId="56A76B19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  <w:p w14:paraId="600668D8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="0062004D" w:rsidRPr="001A64B2">
              <w:rPr>
                <w:rFonts w:ascii="Corbel" w:hAnsi="Corbel" w:cs="Times New Roman"/>
              </w:rPr>
              <w:t>6</w:t>
            </w:r>
          </w:p>
        </w:tc>
      </w:tr>
      <w:tr w:rsidR="00E51F0A" w:rsidRPr="001A64B2" w14:paraId="29307519" w14:textId="77777777" w:rsidTr="24AFD922">
        <w:tc>
          <w:tcPr>
            <w:tcW w:w="1681" w:type="dxa"/>
          </w:tcPr>
          <w:p w14:paraId="41960800" w14:textId="77777777" w:rsidR="00E51F0A" w:rsidRPr="001A64B2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1A64B2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K_U01</w:t>
            </w:r>
          </w:p>
          <w:p w14:paraId="5E6EAEE4" w14:textId="77777777" w:rsidR="00E51F0A" w:rsidRPr="001A64B2" w:rsidRDefault="00E51F0A" w:rsidP="00DC1B6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2</w:t>
            </w:r>
          </w:p>
        </w:tc>
      </w:tr>
      <w:tr w:rsidR="00E51F0A" w:rsidRPr="001A64B2" w14:paraId="59E56137" w14:textId="77777777" w:rsidTr="24AFD922">
        <w:tc>
          <w:tcPr>
            <w:tcW w:w="1681" w:type="dxa"/>
          </w:tcPr>
          <w:p w14:paraId="002D746F" w14:textId="70176A37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84737CF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1A64B2" w:rsidRDefault="00E51F0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6E723246" w14:textId="77777777" w:rsidR="00E51F0A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5</w:t>
            </w:r>
          </w:p>
          <w:p w14:paraId="17B67F8B" w14:textId="42E4DF59" w:rsidR="0062004D" w:rsidRPr="001A64B2" w:rsidRDefault="00E51F0A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62004D" w:rsidRPr="001A64B2">
              <w:rPr>
                <w:rFonts w:ascii="Corbel" w:hAnsi="Corbel" w:cs="Times New Roman"/>
              </w:rPr>
              <w:t>6</w:t>
            </w:r>
          </w:p>
        </w:tc>
      </w:tr>
      <w:tr w:rsidR="24AFD922" w:rsidRPr="001A64B2" w14:paraId="275745A6" w14:textId="77777777" w:rsidTr="24AFD922">
        <w:tc>
          <w:tcPr>
            <w:tcW w:w="1681" w:type="dxa"/>
          </w:tcPr>
          <w:p w14:paraId="47523718" w14:textId="3FB0FDCD" w:rsidR="0ED0DA13" w:rsidRPr="001A64B2" w:rsidRDefault="0ED0DA13" w:rsidP="24AFD922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D4C6FB4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  <w:tc>
          <w:tcPr>
            <w:tcW w:w="5974" w:type="dxa"/>
          </w:tcPr>
          <w:p w14:paraId="6CC03960" w14:textId="60C564AB" w:rsidR="3B53416C" w:rsidRPr="001A64B2" w:rsidRDefault="3B53416C" w:rsidP="24AFD922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Współdziała w grupie analizując problemy gospodarcze</w:t>
            </w:r>
            <w:r w:rsidR="34F20312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prezentuje wnioski</w:t>
            </w:r>
          </w:p>
        </w:tc>
        <w:tc>
          <w:tcPr>
            <w:tcW w:w="1865" w:type="dxa"/>
          </w:tcPr>
          <w:p w14:paraId="696D4151" w14:textId="77777777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K_U11</w:t>
            </w:r>
          </w:p>
          <w:p w14:paraId="0CA1D9CC" w14:textId="7BDD58DD" w:rsidR="3B53416C" w:rsidRPr="001A64B2" w:rsidRDefault="3B53416C" w:rsidP="24AFD922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K_U12</w:t>
            </w:r>
          </w:p>
        </w:tc>
      </w:tr>
      <w:tr w:rsidR="00E51F0A" w:rsidRPr="001A64B2" w14:paraId="1E71A6C1" w14:textId="77777777" w:rsidTr="24AFD922">
        <w:tc>
          <w:tcPr>
            <w:tcW w:w="1681" w:type="dxa"/>
          </w:tcPr>
          <w:p w14:paraId="78C3198C" w14:textId="14D2BCEB" w:rsidR="00E51F0A" w:rsidRPr="001A64B2" w:rsidRDefault="00E51F0A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5D49239A"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1A64B2" w:rsidRDefault="00E51F0A" w:rsidP="000B39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1A64B2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K_K01</w:t>
            </w:r>
          </w:p>
          <w:p w14:paraId="37643912" w14:textId="77777777" w:rsidR="00DC1B67" w:rsidRPr="001A64B2" w:rsidRDefault="00DC1B67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K_K04</w:t>
            </w:r>
          </w:p>
        </w:tc>
      </w:tr>
    </w:tbl>
    <w:p w14:paraId="4B99056E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1A64B2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1A64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>3.3</w:t>
      </w:r>
      <w:r w:rsidR="0085747A" w:rsidRPr="001A64B2">
        <w:rPr>
          <w:rFonts w:ascii="Corbel" w:hAnsi="Corbel"/>
          <w:b/>
          <w:sz w:val="24"/>
          <w:szCs w:val="24"/>
        </w:rPr>
        <w:t>T</w:t>
      </w:r>
      <w:r w:rsidR="001D7B54" w:rsidRPr="001A64B2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0B39B6" w:rsidRPr="001A64B2" w:rsidRDefault="000B39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1A64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A64B2">
        <w:rPr>
          <w:rFonts w:ascii="Corbel" w:hAnsi="Corbel"/>
          <w:sz w:val="24"/>
          <w:szCs w:val="24"/>
        </w:rPr>
        <w:t xml:space="preserve">, </w:t>
      </w:r>
      <w:r w:rsidRPr="001A64B2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1A64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587EA2A8" w14:textId="77777777" w:rsidTr="00E51F0A">
        <w:tc>
          <w:tcPr>
            <w:tcW w:w="9520" w:type="dxa"/>
          </w:tcPr>
          <w:p w14:paraId="35113026" w14:textId="77777777" w:rsidR="0085747A" w:rsidRPr="001A64B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1A64B2" w14:paraId="07E2B86C" w14:textId="77777777" w:rsidTr="00E51F0A">
        <w:tc>
          <w:tcPr>
            <w:tcW w:w="9520" w:type="dxa"/>
          </w:tcPr>
          <w:p w14:paraId="48C9E61C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1A64B2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1A64B2" w14:paraId="100AD789" w14:textId="77777777" w:rsidTr="00E51F0A">
        <w:tc>
          <w:tcPr>
            <w:tcW w:w="9520" w:type="dxa"/>
          </w:tcPr>
          <w:p w14:paraId="38AFC42E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1A64B2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1A64B2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1A64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1A64B2" w14:paraId="730DD6B5" w14:textId="77777777" w:rsidTr="00E51F0A">
        <w:tc>
          <w:tcPr>
            <w:tcW w:w="9520" w:type="dxa"/>
          </w:tcPr>
          <w:p w14:paraId="53CDCF79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1A64B2" w14:paraId="21FC8F53" w14:textId="77777777" w:rsidTr="00E51F0A">
        <w:tc>
          <w:tcPr>
            <w:tcW w:w="9520" w:type="dxa"/>
          </w:tcPr>
          <w:p w14:paraId="280E220A" w14:textId="77777777" w:rsidR="00E51F0A" w:rsidRPr="001A64B2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1A64B2">
              <w:rPr>
                <w:rFonts w:ascii="Corbel" w:hAnsi="Corbel"/>
                <w:sz w:val="24"/>
                <w:szCs w:val="24"/>
              </w:rPr>
              <w:t>Organizacja zbytu</w:t>
            </w:r>
            <w:r w:rsidRPr="001A64B2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3CF2D8B6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1A64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3.4 Metody dydaktyczne</w:t>
      </w:r>
    </w:p>
    <w:p w14:paraId="6EA40FF2" w14:textId="77777777" w:rsidR="00E34AED" w:rsidRPr="001A64B2" w:rsidRDefault="00E51F0A" w:rsidP="00E34AE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="00E34AED" w:rsidRPr="001A64B2">
        <w:rPr>
          <w:rFonts w:ascii="Corbel" w:hAnsi="Corbel"/>
          <w:b w:val="0"/>
          <w:smallCaps w:val="0"/>
          <w:szCs w:val="24"/>
        </w:rPr>
        <w:t>gra dydaktyczna, praca indywidualna i w grupach,  dyskusja</w:t>
      </w:r>
      <w:r w:rsidR="000B39B6" w:rsidRPr="001A64B2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39945" w14:textId="77777777" w:rsidR="00E960BB" w:rsidRPr="001A64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1A64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 </w:t>
      </w:r>
      <w:r w:rsidR="0085747A" w:rsidRPr="001A64B2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1A64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1A64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A64B2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A64B2" w14:paraId="3CD72C34" w14:textId="77777777" w:rsidTr="24AFD922">
        <w:tc>
          <w:tcPr>
            <w:tcW w:w="1962" w:type="dxa"/>
            <w:vAlign w:val="center"/>
          </w:tcPr>
          <w:p w14:paraId="59C1A4F7" w14:textId="77777777" w:rsidR="0085747A" w:rsidRPr="001A64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1A64B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1A64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1A64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1A64B2" w14:paraId="11A93070" w14:textId="77777777" w:rsidTr="24AFD922">
        <w:tc>
          <w:tcPr>
            <w:tcW w:w="1962" w:type="dxa"/>
          </w:tcPr>
          <w:p w14:paraId="24D59B3A" w14:textId="21F58949" w:rsidR="002F5D29" w:rsidRPr="001A64B2" w:rsidRDefault="5A8C6B16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7D442E2" w14:textId="77777777" w:rsidTr="24AFD922">
        <w:tc>
          <w:tcPr>
            <w:tcW w:w="1962" w:type="dxa"/>
          </w:tcPr>
          <w:p w14:paraId="696357ED" w14:textId="7C18D777" w:rsidR="002F5D29" w:rsidRPr="001A64B2" w:rsidRDefault="5001EC42" w:rsidP="61121B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="011C5CC0" w:rsidRPr="001A64B2">
              <w:rPr>
                <w:rFonts w:ascii="Corbel" w:hAnsi="Corbel"/>
                <w:b w:val="0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7379E25D" w14:textId="77777777" w:rsidTr="24AFD922">
        <w:tc>
          <w:tcPr>
            <w:tcW w:w="1962" w:type="dxa"/>
          </w:tcPr>
          <w:p w14:paraId="1D652CBC" w14:textId="77777777" w:rsidR="002F5D29" w:rsidRPr="001A64B2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64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1A64B2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7777777" w:rsidR="002F5D29" w:rsidRPr="001A64B2" w:rsidRDefault="011C5CC0" w:rsidP="61121B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002F5D29" w:rsidRPr="001A64B2" w14:paraId="5B7D115A" w14:textId="77777777" w:rsidTr="24AFD922">
        <w:tc>
          <w:tcPr>
            <w:tcW w:w="1962" w:type="dxa"/>
          </w:tcPr>
          <w:p w14:paraId="54104451" w14:textId="77777777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7D44410C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7DB42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0B2AC50E" w14:textId="77777777" w:rsidTr="24AFD922">
        <w:tc>
          <w:tcPr>
            <w:tcW w:w="1962" w:type="dxa"/>
          </w:tcPr>
          <w:p w14:paraId="215502D1" w14:textId="7DC0EDC4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462A672E" w:rsidRPr="001A64B2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0E6875F2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C84350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="24AFD922" w:rsidRPr="001A64B2" w14:paraId="1B1E67E6" w14:textId="77777777" w:rsidTr="24AFD922">
        <w:tc>
          <w:tcPr>
            <w:tcW w:w="1962" w:type="dxa"/>
          </w:tcPr>
          <w:p w14:paraId="27221984" w14:textId="3F32A502" w:rsidR="24AFD922" w:rsidRPr="001A64B2" w:rsidRDefault="24AFD922" w:rsidP="24AFD92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="6C456F3C" w:rsidRPr="001A64B2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88F09A7" w14:textId="77777777" w:rsidR="24AFD922" w:rsidRPr="001A64B2" w:rsidRDefault="24AFD922" w:rsidP="24AFD9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6E5C6E" w14:textId="77777777" w:rsidR="24AFD922" w:rsidRPr="001A64B2" w:rsidRDefault="24AFD922" w:rsidP="24AFD9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</w:tbl>
    <w:p w14:paraId="62EBF3C5" w14:textId="77777777" w:rsidR="00923D7D" w:rsidRPr="001A64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1A64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4.2 </w:t>
      </w:r>
      <w:r w:rsidR="0085747A" w:rsidRPr="001A64B2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A64B2" w14:paraId="7E7BA76D" w14:textId="77777777" w:rsidTr="1DE2ACFE">
        <w:tc>
          <w:tcPr>
            <w:tcW w:w="9670" w:type="dxa"/>
          </w:tcPr>
          <w:p w14:paraId="64C85843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1A64B2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1A64B2" w:rsidRDefault="002F5D29" w:rsidP="0043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2E6E57E9" w14:textId="7B8C1662" w:rsidR="0085747A" w:rsidRPr="001A64B2" w:rsidRDefault="3903DB34" w:rsidP="24AFD9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Ocena na z</w:t>
            </w:r>
            <w:r w:rsidR="354E045F" w:rsidRPr="001A64B2">
              <w:rPr>
                <w:rFonts w:ascii="Corbel" w:hAnsi="Corbel"/>
                <w:sz w:val="24"/>
                <w:szCs w:val="24"/>
              </w:rPr>
              <w:t>a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</w:tc>
      </w:tr>
    </w:tbl>
    <w:p w14:paraId="5997CC1D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1A64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5. </w:t>
      </w:r>
      <w:r w:rsidR="00C61DC5" w:rsidRPr="001A64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1A64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A64B2" w14:paraId="3808A828" w14:textId="77777777" w:rsidTr="61121B81">
        <w:tc>
          <w:tcPr>
            <w:tcW w:w="4962" w:type="dxa"/>
            <w:vAlign w:val="center"/>
          </w:tcPr>
          <w:p w14:paraId="4C452BB7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A64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A64B2" w14:paraId="33472E7B" w14:textId="77777777" w:rsidTr="61121B81">
        <w:tc>
          <w:tcPr>
            <w:tcW w:w="4962" w:type="dxa"/>
          </w:tcPr>
          <w:p w14:paraId="1943409D" w14:textId="77777777" w:rsidR="0085747A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A64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A64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A64B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A64B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64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1A64B2" w14:paraId="096DB874" w14:textId="77777777" w:rsidTr="61121B81">
        <w:tc>
          <w:tcPr>
            <w:tcW w:w="4962" w:type="dxa"/>
          </w:tcPr>
          <w:p w14:paraId="2750A6CD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A64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A64B2" w14:paraId="52C70F90" w14:textId="77777777" w:rsidTr="61121B81">
        <w:tc>
          <w:tcPr>
            <w:tcW w:w="4962" w:type="dxa"/>
          </w:tcPr>
          <w:p w14:paraId="4AC39FE3" w14:textId="23C2DA72" w:rsidR="00C61DC5" w:rsidRPr="001A64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– praca własna</w:t>
            </w:r>
            <w:r w:rsidR="7BA874C0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studenta</w:t>
            </w:r>
            <w:r w:rsidR="5425D4B2" w:rsidRPr="001A6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(przygotowanie do zaję</w:t>
            </w:r>
            <w:r w:rsidRPr="001A64B2">
              <w:rPr>
                <w:rFonts w:ascii="Corbel" w:hAnsi="Corbel"/>
                <w:sz w:val="24"/>
                <w:szCs w:val="24"/>
                <w:u w:val="single"/>
              </w:rPr>
              <w:t>ć</w:t>
            </w:r>
            <w:r w:rsidRPr="001A64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9576E8" w14:textId="77777777" w:rsidR="00C61DC5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1A64B2" w14:paraId="4D6280AD" w14:textId="77777777" w:rsidTr="61121B81">
        <w:tc>
          <w:tcPr>
            <w:tcW w:w="4962" w:type="dxa"/>
          </w:tcPr>
          <w:p w14:paraId="3D4B2727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A64B2" w14:paraId="0AD00C0E" w14:textId="77777777" w:rsidTr="61121B81">
        <w:tc>
          <w:tcPr>
            <w:tcW w:w="4962" w:type="dxa"/>
          </w:tcPr>
          <w:p w14:paraId="5FD1C35E" w14:textId="77777777" w:rsidR="0085747A" w:rsidRPr="001A64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1A64B2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1A64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A64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A64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1A64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1A64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6. </w:t>
      </w:r>
      <w:r w:rsidR="0085747A" w:rsidRPr="001A64B2">
        <w:rPr>
          <w:rFonts w:ascii="Corbel" w:hAnsi="Corbel"/>
          <w:smallCaps w:val="0"/>
          <w:szCs w:val="24"/>
        </w:rPr>
        <w:t>PRAKTYKI ZAWO</w:t>
      </w:r>
      <w:r w:rsidR="009D3F3B" w:rsidRPr="001A64B2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7"/>
        <w:gridCol w:w="5302"/>
      </w:tblGrid>
      <w:tr w:rsidR="0085747A" w:rsidRPr="001A64B2" w14:paraId="5454FE01" w14:textId="77777777" w:rsidTr="00386E73">
        <w:trPr>
          <w:trHeight w:val="397"/>
          <w:jc w:val="center"/>
        </w:trPr>
        <w:tc>
          <w:tcPr>
            <w:tcW w:w="4082" w:type="dxa"/>
          </w:tcPr>
          <w:p w14:paraId="146D6691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6A09E912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A64B2" w14:paraId="5BCC8499" w14:textId="77777777" w:rsidTr="00386E73">
        <w:trPr>
          <w:trHeight w:val="397"/>
          <w:jc w:val="center"/>
        </w:trPr>
        <w:tc>
          <w:tcPr>
            <w:tcW w:w="4082" w:type="dxa"/>
          </w:tcPr>
          <w:p w14:paraId="05EFD703" w14:textId="77777777" w:rsidR="0085747A" w:rsidRPr="001A64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3E67AC6" w14:textId="77777777" w:rsidR="0085747A" w:rsidRPr="001A64B2" w:rsidRDefault="00437959" w:rsidP="004379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1A64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7. </w:t>
      </w:r>
      <w:r w:rsidR="0085747A" w:rsidRPr="001A64B2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1A64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A64B2" w14:paraId="3F4A138F" w14:textId="77777777" w:rsidTr="00386E73">
        <w:trPr>
          <w:trHeight w:val="397"/>
        </w:trPr>
        <w:tc>
          <w:tcPr>
            <w:tcW w:w="9072" w:type="dxa"/>
          </w:tcPr>
          <w:p w14:paraId="729C9695" w14:textId="77777777" w:rsidR="0085747A" w:rsidRPr="001A64B2" w:rsidRDefault="0085747A" w:rsidP="004379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437959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49F95DB5" w14:textId="77777777" w:rsidR="00574E4D" w:rsidRPr="001A64B2" w:rsidRDefault="00574E4D" w:rsidP="004379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0B4AA069" w14:textId="77777777" w:rsidR="00574E4D" w:rsidRPr="001A64B2" w:rsidRDefault="00574E4D" w:rsidP="0043795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1A64B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437959" w:rsidRPr="001A64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1A64B2" w14:paraId="79532E08" w14:textId="77777777" w:rsidTr="00386E73">
        <w:trPr>
          <w:trHeight w:val="397"/>
        </w:trPr>
        <w:tc>
          <w:tcPr>
            <w:tcW w:w="9072" w:type="dxa"/>
          </w:tcPr>
          <w:p w14:paraId="1616B1D9" w14:textId="77777777" w:rsidR="0085747A" w:rsidRPr="006911E9" w:rsidRDefault="0085747A" w:rsidP="24AFD9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11E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2F439F66" w14:textId="77777777" w:rsidR="00574E4D" w:rsidRPr="001A64B2" w:rsidRDefault="1DC9E965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6E959CDB" w14:textId="6025FB84" w:rsidR="00574E4D" w:rsidRPr="001A64B2" w:rsidRDefault="378DA14D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Sosnowiec 201</w:t>
            </w:r>
            <w:r w:rsidR="1DC9E965" w:rsidRPr="001A64B2">
              <w:rPr>
                <w:rFonts w:ascii="Corbel" w:hAnsi="Corbel"/>
                <w:sz w:val="24"/>
                <w:szCs w:val="24"/>
              </w:rPr>
              <w:t>5</w:t>
            </w:r>
            <w:r w:rsidR="3C07CA0D" w:rsidRPr="001A64B2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5DF8C728" w:rsidR="00574E4D" w:rsidRPr="001A64B2" w:rsidRDefault="1B7615D1" w:rsidP="24AFD92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Warszawa</w:t>
            </w:r>
            <w:r w:rsidR="6E84744F" w:rsidRPr="001A64B2">
              <w:rPr>
                <w:rFonts w:ascii="Corbel" w:hAnsi="Corbel"/>
                <w:sz w:val="24"/>
                <w:szCs w:val="24"/>
              </w:rPr>
              <w:t>, 2019.</w:t>
            </w:r>
          </w:p>
        </w:tc>
      </w:tr>
    </w:tbl>
    <w:p w14:paraId="61CDCEAD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9E253" w14:textId="77777777" w:rsidR="0085747A" w:rsidRPr="001A64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F2EA2" w14:textId="77777777" w:rsidR="0038652C" w:rsidRDefault="0038652C" w:rsidP="00C16ABF">
      <w:pPr>
        <w:spacing w:after="0" w:line="240" w:lineRule="auto"/>
      </w:pPr>
      <w:r>
        <w:separator/>
      </w:r>
    </w:p>
  </w:endnote>
  <w:endnote w:type="continuationSeparator" w:id="0">
    <w:p w14:paraId="16A099C9" w14:textId="77777777" w:rsidR="0038652C" w:rsidRDefault="003865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7161F794" w14:textId="77777777" w:rsidTr="24AFD922">
      <w:tc>
        <w:tcPr>
          <w:tcW w:w="3210" w:type="dxa"/>
        </w:tcPr>
        <w:p w14:paraId="61F935DD" w14:textId="701E05C1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EEE59B" w14:textId="7C8C8082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6099FDB0" w14:textId="76CF93A4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3181B451" w14:textId="1C627585" w:rsidR="24AFD922" w:rsidRDefault="24AFD922" w:rsidP="24AFD9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6337B" w14:textId="77777777" w:rsidR="0038652C" w:rsidRDefault="0038652C" w:rsidP="00C16ABF">
      <w:pPr>
        <w:spacing w:after="0" w:line="240" w:lineRule="auto"/>
      </w:pPr>
      <w:r>
        <w:separator/>
      </w:r>
    </w:p>
  </w:footnote>
  <w:footnote w:type="continuationSeparator" w:id="0">
    <w:p w14:paraId="52277482" w14:textId="77777777" w:rsidR="0038652C" w:rsidRDefault="0038652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14:paraId="3D13AE29" w14:textId="77777777" w:rsidTr="24AFD922">
      <w:tc>
        <w:tcPr>
          <w:tcW w:w="3210" w:type="dxa"/>
        </w:tcPr>
        <w:p w14:paraId="4997D7BF" w14:textId="69EEABC6" w:rsidR="24AFD922" w:rsidRDefault="24AFD922" w:rsidP="24AFD922">
          <w:pPr>
            <w:pStyle w:val="Nagwek"/>
            <w:ind w:left="-115"/>
          </w:pPr>
        </w:p>
      </w:tc>
      <w:tc>
        <w:tcPr>
          <w:tcW w:w="3210" w:type="dxa"/>
        </w:tcPr>
        <w:p w14:paraId="56F1ED6E" w14:textId="6A49266A" w:rsidR="24AFD922" w:rsidRDefault="24AFD922" w:rsidP="24AFD922">
          <w:pPr>
            <w:pStyle w:val="Nagwek"/>
            <w:jc w:val="center"/>
          </w:pPr>
        </w:p>
      </w:tc>
      <w:tc>
        <w:tcPr>
          <w:tcW w:w="3210" w:type="dxa"/>
        </w:tcPr>
        <w:p w14:paraId="176EB157" w14:textId="7A648B76" w:rsidR="24AFD922" w:rsidRDefault="24AFD922" w:rsidP="24AFD922">
          <w:pPr>
            <w:pStyle w:val="Nagwek"/>
            <w:ind w:right="-115"/>
            <w:jc w:val="right"/>
          </w:pPr>
        </w:p>
      </w:tc>
    </w:tr>
  </w:tbl>
  <w:p w14:paraId="0C275C8E" w14:textId="456861F3" w:rsidR="24AFD922" w:rsidRDefault="24AFD922" w:rsidP="24AFD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4C7E"/>
    <w:multiLevelType w:val="hybridMultilevel"/>
    <w:tmpl w:val="64C42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8A3251"/>
    <w:multiLevelType w:val="hybridMultilevel"/>
    <w:tmpl w:val="FB14B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1ACC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0F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24F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100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9E8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CF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6E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8F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64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9B6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64B2"/>
    <w:rsid w:val="001A70D2"/>
    <w:rsid w:val="001D657B"/>
    <w:rsid w:val="001D7B54"/>
    <w:rsid w:val="001E0209"/>
    <w:rsid w:val="001F2CA2"/>
    <w:rsid w:val="001F588D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549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568C"/>
    <w:rsid w:val="00346FE9"/>
    <w:rsid w:val="0034759A"/>
    <w:rsid w:val="003503F6"/>
    <w:rsid w:val="003530DD"/>
    <w:rsid w:val="00353D65"/>
    <w:rsid w:val="0035597A"/>
    <w:rsid w:val="00363F78"/>
    <w:rsid w:val="0038652C"/>
    <w:rsid w:val="00386DBB"/>
    <w:rsid w:val="00386E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886"/>
    <w:rsid w:val="00414E3C"/>
    <w:rsid w:val="0042244A"/>
    <w:rsid w:val="0042745A"/>
    <w:rsid w:val="00431D5C"/>
    <w:rsid w:val="004362C6"/>
    <w:rsid w:val="00437959"/>
    <w:rsid w:val="00437FA2"/>
    <w:rsid w:val="00445970"/>
    <w:rsid w:val="00446C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F3B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B7233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54CC7"/>
    <w:rsid w:val="006620D9"/>
    <w:rsid w:val="00671958"/>
    <w:rsid w:val="00675843"/>
    <w:rsid w:val="00684D02"/>
    <w:rsid w:val="006911E9"/>
    <w:rsid w:val="00693A7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7083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E43A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3BA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40CB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A5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9C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B67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32E55"/>
    <w:rsid w:val="00E34AED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8C1"/>
    <w:rsid w:val="00F974DA"/>
    <w:rsid w:val="00FA015D"/>
    <w:rsid w:val="00FA46E5"/>
    <w:rsid w:val="00FB0CEF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11C5CC0"/>
    <w:rsid w:val="02A5F16C"/>
    <w:rsid w:val="06CD204F"/>
    <w:rsid w:val="0AA1C0B8"/>
    <w:rsid w:val="0D639DD9"/>
    <w:rsid w:val="0E0EE3FA"/>
    <w:rsid w:val="0ED0DA13"/>
    <w:rsid w:val="19F6AEB7"/>
    <w:rsid w:val="1B7615D1"/>
    <w:rsid w:val="1C191FCA"/>
    <w:rsid w:val="1DC9E965"/>
    <w:rsid w:val="1DE2ACFE"/>
    <w:rsid w:val="24AFD922"/>
    <w:rsid w:val="24C39DBD"/>
    <w:rsid w:val="2B009574"/>
    <w:rsid w:val="2D4C6FB4"/>
    <w:rsid w:val="34F20312"/>
    <w:rsid w:val="35003C2C"/>
    <w:rsid w:val="354E045F"/>
    <w:rsid w:val="378DA14D"/>
    <w:rsid w:val="37E70602"/>
    <w:rsid w:val="3818C605"/>
    <w:rsid w:val="3903DB34"/>
    <w:rsid w:val="3B53416C"/>
    <w:rsid w:val="3C07CA0D"/>
    <w:rsid w:val="408895FD"/>
    <w:rsid w:val="4598361A"/>
    <w:rsid w:val="462A672E"/>
    <w:rsid w:val="46F17009"/>
    <w:rsid w:val="4B817C5F"/>
    <w:rsid w:val="4C07779E"/>
    <w:rsid w:val="4D0BA314"/>
    <w:rsid w:val="5001EC42"/>
    <w:rsid w:val="504C03B0"/>
    <w:rsid w:val="5425D4B2"/>
    <w:rsid w:val="5A8C6B16"/>
    <w:rsid w:val="5D49239A"/>
    <w:rsid w:val="5DC1594F"/>
    <w:rsid w:val="600CFE05"/>
    <w:rsid w:val="61121B81"/>
    <w:rsid w:val="6456AC2D"/>
    <w:rsid w:val="674F1338"/>
    <w:rsid w:val="684737CF"/>
    <w:rsid w:val="6C456F3C"/>
    <w:rsid w:val="6C517B43"/>
    <w:rsid w:val="6E84744F"/>
    <w:rsid w:val="71F8FB0A"/>
    <w:rsid w:val="776D2488"/>
    <w:rsid w:val="7BA8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CE9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43D28-EDA4-49F3-B801-8DE5109FDD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D42FB2-21BD-4F78-AE73-93DB7DAD8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4A741-568B-4E9F-8BC7-E9091434E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FCE048-E92C-4D81-8E11-C22BAF6D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779</Words>
  <Characters>4680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39</cp:revision>
  <cp:lastPrinted>2019-02-06T12:12:00Z</cp:lastPrinted>
  <dcterms:created xsi:type="dcterms:W3CDTF">2020-10-17T13:55:00Z</dcterms:created>
  <dcterms:modified xsi:type="dcterms:W3CDTF">2021-09-06T05:59:00Z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